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A01" w:rsidRDefault="009C2A01" w:rsidP="009C2A0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9C2A01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C2A01" w:rsidRPr="009C2A01" w:rsidRDefault="009C2A01" w:rsidP="009C2A0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</w:p>
    <w:p w:rsidR="00BF7E67" w:rsidRDefault="00F67C9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D03B7D">
        <w:rPr>
          <w:rFonts w:ascii="Tahoma" w:hAnsi="Tahoma" w:cs="Tahoma"/>
          <w:sz w:val="24"/>
          <w:szCs w:val="24"/>
        </w:rPr>
        <w:t>4</w:t>
      </w:r>
      <w:r w:rsidR="003F0E78">
        <w:rPr>
          <w:rFonts w:ascii="Tahoma" w:hAnsi="Tahoma" w:cs="Tahoma"/>
          <w:sz w:val="24"/>
          <w:szCs w:val="24"/>
        </w:rPr>
        <w:t>/</w:t>
      </w:r>
      <w:r w:rsidR="00BE4B09">
        <w:rPr>
          <w:rFonts w:ascii="Tahoma" w:hAnsi="Tahoma" w:cs="Tahoma"/>
          <w:sz w:val="24"/>
          <w:szCs w:val="24"/>
        </w:rPr>
        <w:t>0</w:t>
      </w:r>
      <w:r w:rsidR="00C92FF7">
        <w:rPr>
          <w:rFonts w:ascii="Tahoma" w:hAnsi="Tahoma" w:cs="Tahoma"/>
          <w:sz w:val="24"/>
          <w:szCs w:val="24"/>
        </w:rPr>
        <w:t>2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212025">
        <w:rPr>
          <w:rFonts w:ascii="Tahoma" w:hAnsi="Tahoma" w:cs="Tahoma"/>
          <w:sz w:val="24"/>
          <w:szCs w:val="24"/>
        </w:rPr>
        <w:t>odbor 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12025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F4C97" w:rsidRPr="000F4C97" w:rsidRDefault="00D03B7D" w:rsidP="000F4C97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Revokace usnesení č. </w:t>
      </w:r>
      <w:r w:rsidR="00553504">
        <w:rPr>
          <w:rFonts w:ascii="Tahoma" w:hAnsi="Tahoma" w:cs="Tahoma"/>
          <w:b/>
          <w:u w:val="single"/>
        </w:rPr>
        <w:t>873/</w:t>
      </w:r>
      <w:r>
        <w:rPr>
          <w:rFonts w:ascii="Tahoma" w:hAnsi="Tahoma" w:cs="Tahoma"/>
          <w:b/>
          <w:u w:val="single"/>
        </w:rPr>
        <w:t>2020</w:t>
      </w:r>
      <w:r w:rsidR="00F67C97">
        <w:rPr>
          <w:rFonts w:ascii="Tahoma" w:hAnsi="Tahoma" w:cs="Tahoma"/>
          <w:b/>
          <w:u w:val="single"/>
        </w:rPr>
        <w:t xml:space="preserve"> </w:t>
      </w:r>
    </w:p>
    <w:p w:rsidR="000F4C97" w:rsidRDefault="000F4C97" w:rsidP="00FA498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MSP Strakonice, Zámek 1, 386 01 Strakonice - žádost:</w:t>
      </w:r>
    </w:p>
    <w:p w:rsidR="000F4C97" w:rsidRDefault="000F4C97" w:rsidP="000F4C97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Užívání třech hradních nádvoří pro 24. ročník Adventních trhů pod Rumpálem</w:t>
      </w:r>
    </w:p>
    <w:p w:rsidR="000F4C97" w:rsidRDefault="000F4C97" w:rsidP="000F4C97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Užití znaku pro 24. ročník Adventních trhů pod Rumpálem</w:t>
      </w:r>
    </w:p>
    <w:p w:rsidR="00805455" w:rsidRDefault="00805455" w:rsidP="000F4C97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053C5A" w:rsidRDefault="00053C5A" w:rsidP="00556744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3248" w:rsidRDefault="0027324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3248" w:rsidRDefault="0027324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3248" w:rsidRDefault="0027324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F67C97">
        <w:rPr>
          <w:rFonts w:ascii="Tahoma" w:hAnsi="Tahoma" w:cs="Tahoma"/>
          <w:sz w:val="20"/>
          <w:szCs w:val="20"/>
        </w:rPr>
        <w:t>4</w:t>
      </w:r>
      <w:r w:rsidR="003F0E78">
        <w:rPr>
          <w:rFonts w:ascii="Tahoma" w:hAnsi="Tahoma" w:cs="Tahoma"/>
          <w:sz w:val="20"/>
          <w:szCs w:val="20"/>
        </w:rPr>
        <w:t xml:space="preserve">. </w:t>
      </w:r>
      <w:r w:rsidR="00647293">
        <w:rPr>
          <w:rFonts w:ascii="Tahoma" w:hAnsi="Tahoma" w:cs="Tahoma"/>
          <w:sz w:val="20"/>
          <w:szCs w:val="20"/>
        </w:rPr>
        <w:t>listopadu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372E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372ED8">
        <w:rPr>
          <w:rFonts w:ascii="Tahoma" w:hAnsi="Tahoma" w:cs="Tahoma"/>
          <w:sz w:val="20"/>
          <w:szCs w:val="20"/>
        </w:rPr>
        <w:t>odboru školství a cestovního ruchu</w:t>
      </w:r>
    </w:p>
    <w:p w:rsidR="00465834" w:rsidRPr="00B92845" w:rsidRDefault="00273248" w:rsidP="00465834">
      <w:pPr>
        <w:pStyle w:val="Nadpis2"/>
        <w:numPr>
          <w:ilvl w:val="0"/>
          <w:numId w:val="3"/>
        </w:numPr>
        <w:jc w:val="both"/>
      </w:pPr>
      <w:r>
        <w:lastRenderedPageBreak/>
        <w:t xml:space="preserve">Revokace usnesení č. </w:t>
      </w:r>
      <w:r w:rsidR="00C859D9">
        <w:t>873</w:t>
      </w:r>
      <w:r>
        <w:t>/2020</w:t>
      </w:r>
      <w:r w:rsidR="00465834">
        <w:t xml:space="preserve"> </w:t>
      </w:r>
    </w:p>
    <w:p w:rsidR="00465834" w:rsidRPr="00CF61D4" w:rsidRDefault="00465834" w:rsidP="00465834">
      <w:pPr>
        <w:jc w:val="both"/>
        <w:rPr>
          <w:rFonts w:ascii="Tahoma" w:hAnsi="Tahoma" w:cs="Tahoma"/>
          <w:sz w:val="20"/>
          <w:szCs w:val="20"/>
        </w:rPr>
      </w:pPr>
    </w:p>
    <w:p w:rsidR="00465834" w:rsidRPr="00B92845" w:rsidRDefault="00465834" w:rsidP="00465834">
      <w:pPr>
        <w:rPr>
          <w:rFonts w:ascii="Tahoma" w:hAnsi="Tahoma" w:cs="Tahoma"/>
          <w:b/>
          <w:bCs/>
          <w:sz w:val="20"/>
          <w:szCs w:val="20"/>
        </w:rPr>
      </w:pPr>
      <w:r w:rsidRPr="00B9284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65834" w:rsidRPr="00B92845" w:rsidRDefault="00465834" w:rsidP="00465834">
      <w:pPr>
        <w:rPr>
          <w:rFonts w:ascii="Tahoma" w:hAnsi="Tahoma" w:cs="Tahoma"/>
          <w:sz w:val="20"/>
          <w:szCs w:val="20"/>
        </w:rPr>
      </w:pPr>
      <w:r w:rsidRPr="00B92845">
        <w:rPr>
          <w:rFonts w:ascii="Tahoma" w:hAnsi="Tahoma" w:cs="Tahoma"/>
          <w:sz w:val="20"/>
          <w:szCs w:val="20"/>
        </w:rPr>
        <w:t>RM po projednání</w:t>
      </w:r>
    </w:p>
    <w:p w:rsidR="00465834" w:rsidRPr="00B92845" w:rsidRDefault="00465834" w:rsidP="00465834">
      <w:pPr>
        <w:rPr>
          <w:rFonts w:ascii="Tahoma" w:hAnsi="Tahoma" w:cs="Tahoma"/>
          <w:sz w:val="20"/>
          <w:szCs w:val="20"/>
        </w:rPr>
      </w:pPr>
    </w:p>
    <w:p w:rsidR="00465834" w:rsidRDefault="00465834" w:rsidP="0046583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R</w:t>
      </w:r>
      <w:r w:rsidR="004E691B">
        <w:rPr>
          <w:rFonts w:ascii="Tahoma" w:hAnsi="Tahoma" w:cs="Tahoma"/>
          <w:sz w:val="20"/>
          <w:szCs w:val="20"/>
        </w:rPr>
        <w:t>evokuje</w:t>
      </w:r>
    </w:p>
    <w:p w:rsidR="00465834" w:rsidRPr="00314E0C" w:rsidRDefault="00186965" w:rsidP="0046583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="004E691B">
        <w:rPr>
          <w:rFonts w:ascii="Tahoma" w:hAnsi="Tahoma" w:cs="Tahoma"/>
          <w:sz w:val="20"/>
          <w:szCs w:val="20"/>
        </w:rPr>
        <w:t xml:space="preserve">snesení č. 873/2020 týkající se dodatku ke smlouvě 2020-000338 k poskytnuté dotaci </w:t>
      </w:r>
      <w:r w:rsidR="009C2A01">
        <w:rPr>
          <w:rFonts w:ascii="Tahoma" w:hAnsi="Tahoma" w:cs="Tahoma"/>
          <w:sz w:val="20"/>
          <w:szCs w:val="20"/>
        </w:rPr>
        <w:t>p. XX</w:t>
      </w:r>
      <w:r>
        <w:rPr>
          <w:rFonts w:ascii="Tahoma" w:hAnsi="Tahoma" w:cs="Tahoma"/>
          <w:sz w:val="20"/>
          <w:szCs w:val="20"/>
        </w:rPr>
        <w:t xml:space="preserve"> z důvodu zrušení akce</w:t>
      </w:r>
      <w:r w:rsidR="00797C4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="004E691B">
        <w:rPr>
          <w:rFonts w:ascii="Tahoma" w:hAnsi="Tahoma" w:cs="Tahoma"/>
          <w:sz w:val="20"/>
          <w:szCs w:val="20"/>
        </w:rPr>
        <w:t xml:space="preserve"> </w:t>
      </w:r>
    </w:p>
    <w:p w:rsidR="000C1360" w:rsidRPr="003F0E78" w:rsidRDefault="000C1360" w:rsidP="00FB75D5">
      <w:pPr>
        <w:jc w:val="both"/>
      </w:pPr>
    </w:p>
    <w:p w:rsidR="000F4C97" w:rsidRDefault="000F4C97" w:rsidP="00465834">
      <w:pPr>
        <w:pStyle w:val="Nadpis2"/>
        <w:numPr>
          <w:ilvl w:val="0"/>
          <w:numId w:val="3"/>
        </w:numPr>
        <w:jc w:val="both"/>
      </w:pPr>
      <w:bookmarkStart w:id="0" w:name="_GoBack"/>
      <w:bookmarkEnd w:id="0"/>
      <w:r>
        <w:t>MSP Strakonice, Zámek 1, 386 01 Strakonice – žádost:</w:t>
      </w:r>
    </w:p>
    <w:p w:rsidR="000F4C97" w:rsidRDefault="000F4C97" w:rsidP="000F4C97">
      <w:pPr>
        <w:pStyle w:val="Nadpis2"/>
        <w:numPr>
          <w:ilvl w:val="0"/>
          <w:numId w:val="8"/>
        </w:numPr>
        <w:ind w:left="709"/>
        <w:jc w:val="both"/>
      </w:pPr>
      <w:r>
        <w:t>Užívání třech hradních nádvoří pro 24. ročník Adventních trhů pod Rumpálem</w:t>
      </w:r>
    </w:p>
    <w:p w:rsidR="00465834" w:rsidRDefault="000F4C97" w:rsidP="000F4C97">
      <w:pPr>
        <w:pStyle w:val="Nadpis2"/>
        <w:numPr>
          <w:ilvl w:val="0"/>
          <w:numId w:val="8"/>
        </w:numPr>
        <w:ind w:left="709"/>
        <w:jc w:val="both"/>
      </w:pPr>
      <w:r>
        <w:t>Užití znaku pro 24. ročník Adventních trhů pod Rumpálem</w:t>
      </w:r>
    </w:p>
    <w:p w:rsidR="00105B93" w:rsidRDefault="00105B93" w:rsidP="00105B93"/>
    <w:p w:rsidR="00105B93" w:rsidRPr="00B92845" w:rsidRDefault="00105B93" w:rsidP="00105B93">
      <w:pPr>
        <w:rPr>
          <w:rFonts w:ascii="Tahoma" w:hAnsi="Tahoma" w:cs="Tahoma"/>
          <w:b/>
          <w:bCs/>
          <w:sz w:val="20"/>
          <w:szCs w:val="20"/>
        </w:rPr>
      </w:pPr>
      <w:r w:rsidRPr="00B9284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05B93" w:rsidRPr="00B92845" w:rsidRDefault="00105B93" w:rsidP="00105B93">
      <w:pPr>
        <w:rPr>
          <w:rFonts w:ascii="Tahoma" w:hAnsi="Tahoma" w:cs="Tahoma"/>
          <w:sz w:val="20"/>
          <w:szCs w:val="20"/>
        </w:rPr>
      </w:pPr>
      <w:r w:rsidRPr="00B92845">
        <w:rPr>
          <w:rFonts w:ascii="Tahoma" w:hAnsi="Tahoma" w:cs="Tahoma"/>
          <w:sz w:val="20"/>
          <w:szCs w:val="20"/>
        </w:rPr>
        <w:t>RM po projednání</w:t>
      </w:r>
    </w:p>
    <w:p w:rsidR="00105B93" w:rsidRPr="00B92845" w:rsidRDefault="00105B93" w:rsidP="00105B93">
      <w:pPr>
        <w:rPr>
          <w:rFonts w:ascii="Tahoma" w:hAnsi="Tahoma" w:cs="Tahoma"/>
          <w:sz w:val="20"/>
          <w:szCs w:val="20"/>
        </w:rPr>
      </w:pPr>
    </w:p>
    <w:p w:rsidR="00105B93" w:rsidRDefault="00105B93" w:rsidP="00105B93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ouhlasí</w:t>
      </w:r>
    </w:p>
    <w:p w:rsidR="00105B93" w:rsidRPr="00105B93" w:rsidRDefault="00105B93" w:rsidP="00105B9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s bezplatným užitím </w:t>
      </w:r>
      <w:r w:rsidRPr="00105B93">
        <w:rPr>
          <w:rFonts w:ascii="Tahoma" w:hAnsi="Tahoma" w:cs="Tahoma"/>
          <w:sz w:val="20"/>
          <w:szCs w:val="20"/>
        </w:rPr>
        <w:t xml:space="preserve">třech hradních nádvoří Muzeem středního Pootaví ve </w:t>
      </w:r>
      <w:proofErr w:type="gramStart"/>
      <w:r w:rsidRPr="00105B93">
        <w:rPr>
          <w:rFonts w:ascii="Tahoma" w:hAnsi="Tahoma" w:cs="Tahoma"/>
          <w:sz w:val="20"/>
          <w:szCs w:val="20"/>
        </w:rPr>
        <w:t xml:space="preserve">dnech </w:t>
      </w:r>
      <w:r>
        <w:rPr>
          <w:rFonts w:ascii="Tahoma" w:hAnsi="Tahoma" w:cs="Tahoma"/>
          <w:sz w:val="20"/>
          <w:szCs w:val="20"/>
        </w:rPr>
        <w:t>4</w:t>
      </w:r>
      <w:r w:rsidRPr="00105B93">
        <w:rPr>
          <w:rFonts w:ascii="Tahoma" w:hAnsi="Tahoma" w:cs="Tahoma"/>
          <w:sz w:val="20"/>
          <w:szCs w:val="20"/>
        </w:rPr>
        <w:t>.–</w:t>
      </w:r>
      <w:r>
        <w:rPr>
          <w:rFonts w:ascii="Tahoma" w:hAnsi="Tahoma" w:cs="Tahoma"/>
          <w:sz w:val="20"/>
          <w:szCs w:val="20"/>
        </w:rPr>
        <w:t>6</w:t>
      </w:r>
      <w:r w:rsidRPr="00105B93">
        <w:rPr>
          <w:rFonts w:ascii="Tahoma" w:hAnsi="Tahoma" w:cs="Tahoma"/>
          <w:sz w:val="20"/>
          <w:szCs w:val="20"/>
        </w:rPr>
        <w:t>.12.20</w:t>
      </w:r>
      <w:r>
        <w:rPr>
          <w:rFonts w:ascii="Tahoma" w:hAnsi="Tahoma" w:cs="Tahoma"/>
          <w:sz w:val="20"/>
          <w:szCs w:val="20"/>
        </w:rPr>
        <w:t>20</w:t>
      </w:r>
      <w:proofErr w:type="gramEnd"/>
      <w:r w:rsidRPr="00105B93">
        <w:rPr>
          <w:rFonts w:ascii="Tahoma" w:hAnsi="Tahoma" w:cs="Tahoma"/>
          <w:sz w:val="20"/>
          <w:szCs w:val="20"/>
        </w:rPr>
        <w:t xml:space="preserve"> pro konání akce Adventní trhy pod Rumpálem. Veškeré provozní náklady spojené s konáním akce si uhradí Muzeum středního Pootaví z vlastního rozpočtu. </w:t>
      </w:r>
    </w:p>
    <w:p w:rsidR="00105B93" w:rsidRPr="00105B93" w:rsidRDefault="00105B93" w:rsidP="00105B93">
      <w:pPr>
        <w:jc w:val="both"/>
        <w:rPr>
          <w:rFonts w:ascii="Tahoma" w:hAnsi="Tahoma" w:cs="Tahoma"/>
          <w:sz w:val="20"/>
          <w:szCs w:val="20"/>
        </w:rPr>
      </w:pPr>
      <w:r w:rsidRPr="00105B93">
        <w:rPr>
          <w:rFonts w:ascii="Tahoma" w:hAnsi="Tahoma" w:cs="Tahoma"/>
          <w:sz w:val="20"/>
          <w:szCs w:val="20"/>
        </w:rPr>
        <w:t xml:space="preserve">Tento souhlas je podmíněn umožněním bezplatného umístění stánku DUDÁK – Měšťanský pivovar Strakonice a.s. včetně umístění reklam na hradním nádvoří strakonického hradu v době konání akce Adventní trhy pod Rumpálem ve dnech </w:t>
      </w:r>
      <w:proofErr w:type="gramStart"/>
      <w:r w:rsidRPr="00105B93">
        <w:rPr>
          <w:rFonts w:ascii="Tahoma" w:hAnsi="Tahoma" w:cs="Tahoma"/>
          <w:sz w:val="20"/>
          <w:szCs w:val="20"/>
        </w:rPr>
        <w:t xml:space="preserve">od </w:t>
      </w:r>
      <w:r>
        <w:rPr>
          <w:rFonts w:ascii="Tahoma" w:hAnsi="Tahoma" w:cs="Tahoma"/>
          <w:sz w:val="20"/>
          <w:szCs w:val="20"/>
        </w:rPr>
        <w:t>4</w:t>
      </w:r>
      <w:r w:rsidRPr="00105B93">
        <w:rPr>
          <w:rFonts w:ascii="Tahoma" w:hAnsi="Tahoma" w:cs="Tahoma"/>
          <w:sz w:val="20"/>
          <w:szCs w:val="20"/>
        </w:rPr>
        <w:t>.–</w:t>
      </w:r>
      <w:r>
        <w:rPr>
          <w:rFonts w:ascii="Tahoma" w:hAnsi="Tahoma" w:cs="Tahoma"/>
          <w:sz w:val="20"/>
          <w:szCs w:val="20"/>
        </w:rPr>
        <w:t>6</w:t>
      </w:r>
      <w:r w:rsidRPr="00105B93">
        <w:rPr>
          <w:rFonts w:ascii="Tahoma" w:hAnsi="Tahoma" w:cs="Tahoma"/>
          <w:sz w:val="20"/>
          <w:szCs w:val="20"/>
        </w:rPr>
        <w:t>.12.20</w:t>
      </w:r>
      <w:r>
        <w:rPr>
          <w:rFonts w:ascii="Tahoma" w:hAnsi="Tahoma" w:cs="Tahoma"/>
          <w:sz w:val="20"/>
          <w:szCs w:val="20"/>
        </w:rPr>
        <w:t>20</w:t>
      </w:r>
      <w:proofErr w:type="gramEnd"/>
      <w:r w:rsidR="009C4D28">
        <w:rPr>
          <w:rFonts w:ascii="Tahoma" w:hAnsi="Tahoma" w:cs="Tahoma"/>
          <w:sz w:val="20"/>
          <w:szCs w:val="20"/>
        </w:rPr>
        <w:t>.</w:t>
      </w:r>
    </w:p>
    <w:p w:rsidR="00105B93" w:rsidRPr="00477D2A" w:rsidRDefault="00105B93" w:rsidP="00105B93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477D2A">
        <w:rPr>
          <w:rFonts w:ascii="Tahoma" w:hAnsi="Tahoma" w:cs="Tahoma"/>
          <w:sz w:val="20"/>
          <w:szCs w:val="20"/>
        </w:rPr>
        <w:t>. Souhlasí</w:t>
      </w:r>
    </w:p>
    <w:p w:rsidR="00105B93" w:rsidRPr="00C02D06" w:rsidRDefault="00105B93" w:rsidP="00105B93">
      <w:pPr>
        <w:jc w:val="both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 užitím znaku města Strakonice na propagačních materiálech MSP Strakonice, Zámek 1, 386 01 Strakonice, na akci Adventní trhy</w:t>
      </w:r>
      <w:r w:rsidRPr="00105B93">
        <w:rPr>
          <w:rFonts w:ascii="Tahoma" w:hAnsi="Tahoma" w:cs="Tahoma"/>
          <w:sz w:val="20"/>
          <w:szCs w:val="20"/>
        </w:rPr>
        <w:t xml:space="preserve"> pod Rumpálem ve dnech </w:t>
      </w:r>
      <w:proofErr w:type="gramStart"/>
      <w:r w:rsidRPr="00105B93">
        <w:rPr>
          <w:rFonts w:ascii="Tahoma" w:hAnsi="Tahoma" w:cs="Tahoma"/>
          <w:sz w:val="20"/>
          <w:szCs w:val="20"/>
        </w:rPr>
        <w:t xml:space="preserve">od </w:t>
      </w:r>
      <w:r>
        <w:rPr>
          <w:rFonts w:ascii="Tahoma" w:hAnsi="Tahoma" w:cs="Tahoma"/>
          <w:sz w:val="20"/>
          <w:szCs w:val="20"/>
        </w:rPr>
        <w:t>4</w:t>
      </w:r>
      <w:r w:rsidRPr="00105B93">
        <w:rPr>
          <w:rFonts w:ascii="Tahoma" w:hAnsi="Tahoma" w:cs="Tahoma"/>
          <w:sz w:val="20"/>
          <w:szCs w:val="20"/>
        </w:rPr>
        <w:t>.–</w:t>
      </w:r>
      <w:r>
        <w:rPr>
          <w:rFonts w:ascii="Tahoma" w:hAnsi="Tahoma" w:cs="Tahoma"/>
          <w:sz w:val="20"/>
          <w:szCs w:val="20"/>
        </w:rPr>
        <w:t>6</w:t>
      </w:r>
      <w:r w:rsidRPr="00105B93">
        <w:rPr>
          <w:rFonts w:ascii="Tahoma" w:hAnsi="Tahoma" w:cs="Tahoma"/>
          <w:sz w:val="20"/>
          <w:szCs w:val="20"/>
        </w:rPr>
        <w:t>.12.20</w:t>
      </w:r>
      <w:r>
        <w:rPr>
          <w:rFonts w:ascii="Tahoma" w:hAnsi="Tahoma" w:cs="Tahoma"/>
          <w:sz w:val="20"/>
          <w:szCs w:val="20"/>
        </w:rPr>
        <w:t>20</w:t>
      </w:r>
      <w:proofErr w:type="gramEnd"/>
      <w:r>
        <w:rPr>
          <w:rFonts w:ascii="Tahoma" w:hAnsi="Tahoma" w:cs="Tahoma"/>
          <w:sz w:val="20"/>
          <w:szCs w:val="20"/>
        </w:rPr>
        <w:t>.</w:t>
      </w:r>
    </w:p>
    <w:p w:rsidR="00105B93" w:rsidRPr="00105B93" w:rsidRDefault="00105B93" w:rsidP="00105B93"/>
    <w:p w:rsidR="00465834" w:rsidRPr="00CF61D4" w:rsidRDefault="00465834" w:rsidP="00465834">
      <w:pPr>
        <w:jc w:val="both"/>
        <w:rPr>
          <w:rFonts w:ascii="Tahoma" w:hAnsi="Tahoma" w:cs="Tahoma"/>
          <w:sz w:val="20"/>
          <w:szCs w:val="20"/>
        </w:rPr>
      </w:pPr>
    </w:p>
    <w:sectPr w:rsidR="00465834" w:rsidRPr="00CF61D4" w:rsidSect="0035017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8A94F84E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F5D0BF7"/>
    <w:multiLevelType w:val="hybridMultilevel"/>
    <w:tmpl w:val="26829342"/>
    <w:lvl w:ilvl="0" w:tplc="15746FB6">
      <w:numFmt w:val="bullet"/>
      <w:lvlText w:val="-"/>
      <w:lvlJc w:val="left"/>
      <w:pPr>
        <w:ind w:left="213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210A2B5A"/>
    <w:multiLevelType w:val="hybridMultilevel"/>
    <w:tmpl w:val="A45E2C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62587"/>
    <w:multiLevelType w:val="hybridMultilevel"/>
    <w:tmpl w:val="D1C2A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122E"/>
    <w:multiLevelType w:val="hybridMultilevel"/>
    <w:tmpl w:val="5D7E3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93BB6"/>
    <w:multiLevelType w:val="hybridMultilevel"/>
    <w:tmpl w:val="D18EEC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B2112"/>
    <w:multiLevelType w:val="hybridMultilevel"/>
    <w:tmpl w:val="87DEC7A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CE"/>
    <w:rsid w:val="000146FF"/>
    <w:rsid w:val="0003551C"/>
    <w:rsid w:val="000530CB"/>
    <w:rsid w:val="00053C5A"/>
    <w:rsid w:val="00073649"/>
    <w:rsid w:val="00077160"/>
    <w:rsid w:val="000957CC"/>
    <w:rsid w:val="000C1360"/>
    <w:rsid w:val="000C7C2F"/>
    <w:rsid w:val="000F17C1"/>
    <w:rsid w:val="000F33D5"/>
    <w:rsid w:val="000F4C97"/>
    <w:rsid w:val="000F5484"/>
    <w:rsid w:val="000F6725"/>
    <w:rsid w:val="00105B93"/>
    <w:rsid w:val="00112284"/>
    <w:rsid w:val="00123E97"/>
    <w:rsid w:val="00142795"/>
    <w:rsid w:val="00143557"/>
    <w:rsid w:val="00186965"/>
    <w:rsid w:val="001A0FC7"/>
    <w:rsid w:val="001D0CA2"/>
    <w:rsid w:val="001E04C6"/>
    <w:rsid w:val="00212025"/>
    <w:rsid w:val="00230AF4"/>
    <w:rsid w:val="00232942"/>
    <w:rsid w:val="0025699F"/>
    <w:rsid w:val="00265294"/>
    <w:rsid w:val="00273248"/>
    <w:rsid w:val="0027705C"/>
    <w:rsid w:val="002A507F"/>
    <w:rsid w:val="002A58D2"/>
    <w:rsid w:val="002D2408"/>
    <w:rsid w:val="002E47F9"/>
    <w:rsid w:val="002F14FC"/>
    <w:rsid w:val="002F2776"/>
    <w:rsid w:val="0030319F"/>
    <w:rsid w:val="00314E0C"/>
    <w:rsid w:val="00350175"/>
    <w:rsid w:val="00372ED8"/>
    <w:rsid w:val="003768E1"/>
    <w:rsid w:val="003837C4"/>
    <w:rsid w:val="003A2515"/>
    <w:rsid w:val="003B0BDA"/>
    <w:rsid w:val="003C4E44"/>
    <w:rsid w:val="003C78C2"/>
    <w:rsid w:val="003D1014"/>
    <w:rsid w:val="003D22BF"/>
    <w:rsid w:val="003D7520"/>
    <w:rsid w:val="003D7E1F"/>
    <w:rsid w:val="003E5A69"/>
    <w:rsid w:val="003F0E78"/>
    <w:rsid w:val="003F5618"/>
    <w:rsid w:val="00403F98"/>
    <w:rsid w:val="0041342E"/>
    <w:rsid w:val="0041767D"/>
    <w:rsid w:val="00417FA1"/>
    <w:rsid w:val="00423B79"/>
    <w:rsid w:val="00423C26"/>
    <w:rsid w:val="00434F44"/>
    <w:rsid w:val="0044597C"/>
    <w:rsid w:val="00465834"/>
    <w:rsid w:val="00484E6A"/>
    <w:rsid w:val="004850AA"/>
    <w:rsid w:val="00490BE8"/>
    <w:rsid w:val="00491583"/>
    <w:rsid w:val="004E691B"/>
    <w:rsid w:val="005206D2"/>
    <w:rsid w:val="00532C11"/>
    <w:rsid w:val="0055252F"/>
    <w:rsid w:val="00553504"/>
    <w:rsid w:val="00556744"/>
    <w:rsid w:val="005626B7"/>
    <w:rsid w:val="005719EA"/>
    <w:rsid w:val="005A6B3A"/>
    <w:rsid w:val="005B73DA"/>
    <w:rsid w:val="005E0400"/>
    <w:rsid w:val="00601FCE"/>
    <w:rsid w:val="00613207"/>
    <w:rsid w:val="006266B7"/>
    <w:rsid w:val="00647293"/>
    <w:rsid w:val="0065662D"/>
    <w:rsid w:val="0067684D"/>
    <w:rsid w:val="00692081"/>
    <w:rsid w:val="00692F9B"/>
    <w:rsid w:val="006A337C"/>
    <w:rsid w:val="006D6D88"/>
    <w:rsid w:val="006F18F1"/>
    <w:rsid w:val="006F48DE"/>
    <w:rsid w:val="00702BCE"/>
    <w:rsid w:val="00795F36"/>
    <w:rsid w:val="00797C44"/>
    <w:rsid w:val="007A2AB6"/>
    <w:rsid w:val="007A5CB8"/>
    <w:rsid w:val="007C4048"/>
    <w:rsid w:val="007D75E2"/>
    <w:rsid w:val="00803759"/>
    <w:rsid w:val="00805455"/>
    <w:rsid w:val="00821D2B"/>
    <w:rsid w:val="00833F1E"/>
    <w:rsid w:val="00843B33"/>
    <w:rsid w:val="00863B3F"/>
    <w:rsid w:val="008B2A19"/>
    <w:rsid w:val="008E6A45"/>
    <w:rsid w:val="00904341"/>
    <w:rsid w:val="00910B56"/>
    <w:rsid w:val="009226B5"/>
    <w:rsid w:val="00925D55"/>
    <w:rsid w:val="00931AF9"/>
    <w:rsid w:val="00963344"/>
    <w:rsid w:val="009777D0"/>
    <w:rsid w:val="0098391F"/>
    <w:rsid w:val="00985D99"/>
    <w:rsid w:val="009919B4"/>
    <w:rsid w:val="00994D5B"/>
    <w:rsid w:val="009C2A01"/>
    <w:rsid w:val="009C4D28"/>
    <w:rsid w:val="009E26DB"/>
    <w:rsid w:val="00A076D7"/>
    <w:rsid w:val="00A313F3"/>
    <w:rsid w:val="00A41CF9"/>
    <w:rsid w:val="00A432F0"/>
    <w:rsid w:val="00A50FE7"/>
    <w:rsid w:val="00A60502"/>
    <w:rsid w:val="00A733C2"/>
    <w:rsid w:val="00AB1B8F"/>
    <w:rsid w:val="00AC1082"/>
    <w:rsid w:val="00AE3436"/>
    <w:rsid w:val="00AF787D"/>
    <w:rsid w:val="00B00341"/>
    <w:rsid w:val="00B100DD"/>
    <w:rsid w:val="00B16A57"/>
    <w:rsid w:val="00B171DE"/>
    <w:rsid w:val="00B21534"/>
    <w:rsid w:val="00B66B08"/>
    <w:rsid w:val="00B92845"/>
    <w:rsid w:val="00BA3B71"/>
    <w:rsid w:val="00BA6F31"/>
    <w:rsid w:val="00BB4292"/>
    <w:rsid w:val="00BC0401"/>
    <w:rsid w:val="00BE4B09"/>
    <w:rsid w:val="00BE584A"/>
    <w:rsid w:val="00BF1951"/>
    <w:rsid w:val="00BF3279"/>
    <w:rsid w:val="00BF7E67"/>
    <w:rsid w:val="00C22772"/>
    <w:rsid w:val="00C22D7F"/>
    <w:rsid w:val="00C44EEC"/>
    <w:rsid w:val="00C67549"/>
    <w:rsid w:val="00C859D9"/>
    <w:rsid w:val="00C92FF7"/>
    <w:rsid w:val="00CF61D4"/>
    <w:rsid w:val="00D02C73"/>
    <w:rsid w:val="00D03B7D"/>
    <w:rsid w:val="00D0502F"/>
    <w:rsid w:val="00D1708E"/>
    <w:rsid w:val="00D54346"/>
    <w:rsid w:val="00D61F38"/>
    <w:rsid w:val="00D70698"/>
    <w:rsid w:val="00DF5A91"/>
    <w:rsid w:val="00E0441A"/>
    <w:rsid w:val="00E10DA1"/>
    <w:rsid w:val="00E12C55"/>
    <w:rsid w:val="00E30440"/>
    <w:rsid w:val="00E42B3B"/>
    <w:rsid w:val="00E64084"/>
    <w:rsid w:val="00EB6CA6"/>
    <w:rsid w:val="00F129D0"/>
    <w:rsid w:val="00F348B8"/>
    <w:rsid w:val="00F67C97"/>
    <w:rsid w:val="00F7519F"/>
    <w:rsid w:val="00F862F1"/>
    <w:rsid w:val="00FA498A"/>
    <w:rsid w:val="00FB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049FD7"/>
  <w15:chartTrackingRefBased/>
  <w15:docId w15:val="{61862C78-4E9C-4976-A42F-AE5C0365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805455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805455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8F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0F5484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0F5484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26529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65294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613207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C44EE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44EE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68</TotalTime>
  <Pages>2</Pages>
  <Words>257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Libuše Řeřábková</dc:creator>
  <cp:keywords/>
  <dc:description/>
  <cp:lastModifiedBy>Eva Mácková</cp:lastModifiedBy>
  <cp:revision>17</cp:revision>
  <cp:lastPrinted>2020-04-08T11:13:00Z</cp:lastPrinted>
  <dcterms:created xsi:type="dcterms:W3CDTF">2020-10-26T08:48:00Z</dcterms:created>
  <dcterms:modified xsi:type="dcterms:W3CDTF">2020-10-29T09:18:00Z</dcterms:modified>
</cp:coreProperties>
</file>